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E2" w:rsidRPr="002353A9" w:rsidRDefault="002905E2" w:rsidP="008319AF">
      <w:r w:rsidRPr="008319AF">
        <w:t>Base</w:t>
      </w:r>
      <w:r w:rsidRPr="008319AF">
        <w:rPr>
          <w:rStyle w:val="subscript"/>
        </w:rPr>
        <w:t>Subscript</w:t>
      </w:r>
    </w:p>
    <w:sectPr w:rsidR="002905E2" w:rsidRPr="002353A9" w:rsidSect="00F96F44">
      <w:pgSz w:w="8392" w:h="5954" w:orient="landscape" w:code="70"/>
      <w:pgMar w:top="2268" w:right="1134" w:bottom="22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AA4"/>
    <w:rsid w:val="00054F89"/>
    <w:rsid w:val="000E7891"/>
    <w:rsid w:val="00170AA4"/>
    <w:rsid w:val="002353A9"/>
    <w:rsid w:val="00257DF0"/>
    <w:rsid w:val="002905E2"/>
    <w:rsid w:val="002A26E9"/>
    <w:rsid w:val="00306603"/>
    <w:rsid w:val="003A6F86"/>
    <w:rsid w:val="00413717"/>
    <w:rsid w:val="00487DC5"/>
    <w:rsid w:val="00491A2D"/>
    <w:rsid w:val="004D4BF5"/>
    <w:rsid w:val="004F40ED"/>
    <w:rsid w:val="00524A51"/>
    <w:rsid w:val="005447AE"/>
    <w:rsid w:val="005D2F0E"/>
    <w:rsid w:val="00617626"/>
    <w:rsid w:val="00644FCB"/>
    <w:rsid w:val="007B7E7F"/>
    <w:rsid w:val="00826F86"/>
    <w:rsid w:val="008319AF"/>
    <w:rsid w:val="008830DA"/>
    <w:rsid w:val="008E6CAC"/>
    <w:rsid w:val="008F3BC1"/>
    <w:rsid w:val="009D7FEE"/>
    <w:rsid w:val="00AD2E43"/>
    <w:rsid w:val="00AF738B"/>
    <w:rsid w:val="00B65E4D"/>
    <w:rsid w:val="00C239B6"/>
    <w:rsid w:val="00CA11E6"/>
    <w:rsid w:val="00E02350"/>
    <w:rsid w:val="00E21890"/>
    <w:rsid w:val="00E830C2"/>
    <w:rsid w:val="00EB3D0F"/>
    <w:rsid w:val="00EB56A5"/>
    <w:rsid w:val="00F9160E"/>
    <w:rsid w:val="00F96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E7F"/>
    <w:rPr>
      <w:rFonts w:ascii="Liberation Sans" w:hAnsi="Liberation Sans" w:cs="Arial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script33">
    <w:name w:val="subscript33"/>
    <w:basedOn w:val="DefaultParagraphFont"/>
    <w:uiPriority w:val="99"/>
    <w:rsid w:val="007B7E7F"/>
    <w:rPr>
      <w:rFonts w:cs="Times New Roman"/>
      <w:position w:val="-8"/>
    </w:rPr>
  </w:style>
  <w:style w:type="character" w:customStyle="1" w:styleId="subscript66">
    <w:name w:val="subscript66"/>
    <w:basedOn w:val="DefaultParagraphFont"/>
    <w:uiPriority w:val="99"/>
    <w:rsid w:val="00054F89"/>
    <w:rPr>
      <w:rFonts w:cs="Times New Roman"/>
      <w:position w:val="-16"/>
      <w:sz w:val="24"/>
    </w:rPr>
  </w:style>
  <w:style w:type="character" w:customStyle="1" w:styleId="CharSize48">
    <w:name w:val="CharSize48"/>
    <w:basedOn w:val="DefaultParagraphFont"/>
    <w:uiPriority w:val="99"/>
    <w:rsid w:val="00C239B6"/>
    <w:rPr>
      <w:rFonts w:cs="Times New Roman"/>
      <w:position w:val="0"/>
      <w:sz w:val="96"/>
    </w:rPr>
  </w:style>
  <w:style w:type="character" w:customStyle="1" w:styleId="subscript">
    <w:name w:val="subscript"/>
    <w:basedOn w:val="CharSize48"/>
    <w:uiPriority w:val="99"/>
    <w:rsid w:val="008319AF"/>
    <w:rPr>
      <w:position w:val="-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</Words>
  <Characters>12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Basesubscript</dc:title>
  <dc:subject/>
  <dc:creator>JLAutoBuild</dc:creator>
  <cp:keywords/>
  <dc:description/>
  <cp:lastModifiedBy>JLAutoBuild</cp:lastModifiedBy>
  <cp:revision>3</cp:revision>
  <dcterms:created xsi:type="dcterms:W3CDTF">2019-10-03T13:34:00Z</dcterms:created>
  <dcterms:modified xsi:type="dcterms:W3CDTF">2019-10-04T11:55:00Z</dcterms:modified>
</cp:coreProperties>
</file>